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4128A" w14:textId="77777777" w:rsidR="00821C80" w:rsidRPr="00CC0422" w:rsidRDefault="00E50770" w:rsidP="005419E9">
      <w:pPr>
        <w:spacing w:before="120" w:after="120" w:line="276" w:lineRule="auto"/>
        <w:rPr>
          <w:rFonts w:asciiTheme="minorHAnsi" w:hAnsiTheme="minorHAnsi" w:cstheme="minorHAnsi"/>
          <w:sz w:val="22"/>
        </w:rPr>
      </w:pPr>
      <w:r w:rsidRPr="00CC0422">
        <w:rPr>
          <w:rFonts w:asciiTheme="minorHAnsi" w:hAnsiTheme="minorHAnsi" w:cstheme="min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C3F0B2" wp14:editId="58D244BF">
                <wp:simplePos x="0" y="0"/>
                <wp:positionH relativeFrom="margin">
                  <wp:align>left</wp:align>
                </wp:positionH>
                <wp:positionV relativeFrom="paragraph">
                  <wp:posOffset>-191135</wp:posOffset>
                </wp:positionV>
                <wp:extent cx="1905000" cy="723900"/>
                <wp:effectExtent l="0" t="0" r="19050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DBBE30" id="AutoShape 4" o:spid="_x0000_s1026" style="position:absolute;margin-left:0;margin-top:-15.05pt;width:150pt;height:57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">
                <w10:wrap anchorx="margin"/>
              </v:roundrect>
            </w:pict>
          </mc:Fallback>
        </mc:AlternateContent>
      </w:r>
    </w:p>
    <w:p w14:paraId="14883F75" w14:textId="77777777" w:rsidR="00E50770" w:rsidRPr="00CC0422" w:rsidRDefault="00E50770" w:rsidP="005419E9">
      <w:pPr>
        <w:spacing w:before="120" w:after="120" w:line="276" w:lineRule="auto"/>
        <w:rPr>
          <w:rFonts w:asciiTheme="minorHAnsi" w:hAnsiTheme="minorHAnsi" w:cstheme="minorHAnsi"/>
          <w:sz w:val="18"/>
        </w:rPr>
      </w:pPr>
    </w:p>
    <w:p w14:paraId="49F720C7" w14:textId="77777777" w:rsidR="00821C80" w:rsidRPr="00CC0422" w:rsidRDefault="00E50770" w:rsidP="00CC0422">
      <w:pPr>
        <w:spacing w:before="120" w:after="120" w:line="276" w:lineRule="auto"/>
        <w:ind w:firstLine="708"/>
        <w:rPr>
          <w:rFonts w:asciiTheme="minorHAnsi" w:hAnsiTheme="minorHAnsi" w:cstheme="minorHAnsi"/>
          <w:sz w:val="18"/>
        </w:rPr>
      </w:pPr>
      <w:r w:rsidRPr="00CC0422">
        <w:rPr>
          <w:rFonts w:asciiTheme="minorHAnsi" w:hAnsiTheme="minorHAnsi" w:cstheme="minorHAnsi"/>
          <w:sz w:val="18"/>
        </w:rPr>
        <w:t>Pieczęć Wykonawcy</w:t>
      </w:r>
    </w:p>
    <w:p w14:paraId="4B0807B7" w14:textId="77777777" w:rsidR="005419E9" w:rsidRPr="00CC0422" w:rsidRDefault="005419E9" w:rsidP="00CC0422">
      <w:pPr>
        <w:pStyle w:val="Nagwek2"/>
        <w:spacing w:before="120" w:after="120" w:line="276" w:lineRule="auto"/>
        <w:jc w:val="center"/>
        <w:rPr>
          <w:rFonts w:asciiTheme="minorHAnsi" w:hAnsiTheme="minorHAnsi" w:cstheme="minorHAnsi"/>
          <w:b/>
          <w:spacing w:val="20"/>
        </w:rPr>
      </w:pPr>
      <w:r w:rsidRPr="00CC0422">
        <w:rPr>
          <w:rFonts w:asciiTheme="minorHAnsi" w:hAnsiTheme="minorHAnsi" w:cstheme="minorHAnsi"/>
          <w:b/>
          <w:spacing w:val="20"/>
        </w:rPr>
        <w:t>WYKAZ DOSTAW</w:t>
      </w:r>
    </w:p>
    <w:p w14:paraId="462ACD61" w14:textId="1BE0B404" w:rsidR="005419E9" w:rsidRDefault="005419E9" w:rsidP="005419E9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0422">
        <w:rPr>
          <w:rFonts w:asciiTheme="minorHAnsi" w:hAnsiTheme="minorHAnsi" w:cstheme="minorHAnsi"/>
          <w:sz w:val="24"/>
          <w:szCs w:val="24"/>
        </w:rPr>
        <w:t xml:space="preserve">Składając ofertę w postępowaniu o udzielenie zamówienia publicznego, prowadzonym przez </w:t>
      </w:r>
      <w:r w:rsidR="00CC0422">
        <w:rPr>
          <w:rFonts w:asciiTheme="minorHAnsi" w:hAnsiTheme="minorHAnsi" w:cstheme="minorHAnsi"/>
          <w:sz w:val="24"/>
          <w:szCs w:val="24"/>
        </w:rPr>
        <w:t>Zachodniopomorski</w:t>
      </w:r>
      <w:r w:rsidRPr="00CC0422">
        <w:rPr>
          <w:rFonts w:asciiTheme="minorHAnsi" w:hAnsiTheme="minorHAnsi" w:cstheme="minorHAnsi"/>
          <w:sz w:val="24"/>
          <w:szCs w:val="24"/>
        </w:rPr>
        <w:t xml:space="preserve"> Ośrodek Ruchu Drogowego w </w:t>
      </w:r>
      <w:r w:rsidR="00CC0422">
        <w:rPr>
          <w:rFonts w:asciiTheme="minorHAnsi" w:hAnsiTheme="minorHAnsi" w:cstheme="minorHAnsi"/>
          <w:sz w:val="24"/>
          <w:szCs w:val="24"/>
        </w:rPr>
        <w:t>Koszalinie pn.:</w:t>
      </w:r>
    </w:p>
    <w:p w14:paraId="7F087053" w14:textId="6EEB376B" w:rsidR="00CC0422" w:rsidRPr="00245C6E" w:rsidRDefault="004D07C0" w:rsidP="00CC0422">
      <w:pPr>
        <w:pStyle w:val="Bezodstpw"/>
        <w:spacing w:after="240"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544DDE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Dostawa 1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>4</w:t>
      </w:r>
      <w:r w:rsidRPr="00544DD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samochodów osobowych przeznaczonych do egzaminowania na kat. B prawa jazdy dla Zachodniopomorskiego Ośrodka Ruchu Drogowego w Koszalinie</w:t>
      </w:r>
      <w:bookmarkStart w:id="0" w:name="_GoBack"/>
      <w:bookmarkEnd w:id="0"/>
      <w:r w:rsidR="00CC0422">
        <w:rPr>
          <w:rFonts w:cstheme="minorHAnsi"/>
          <w:b/>
          <w:bCs/>
          <w:i/>
          <w:iCs/>
          <w:sz w:val="24"/>
          <w:szCs w:val="24"/>
        </w:rPr>
        <w:t>.</w:t>
      </w:r>
    </w:p>
    <w:p w14:paraId="25EE47D4" w14:textId="77777777" w:rsidR="005419E9" w:rsidRPr="00CC0422" w:rsidRDefault="005419E9" w:rsidP="005419E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0422">
        <w:rPr>
          <w:rFonts w:asciiTheme="minorHAnsi" w:hAnsiTheme="minorHAnsi" w:cstheme="minorHAnsi"/>
          <w:sz w:val="24"/>
          <w:szCs w:val="24"/>
        </w:rPr>
        <w:t>OŚWIADCZAM(Y), że wykonałem/wykonaliśmy następujące usługi:</w:t>
      </w:r>
    </w:p>
    <w:p w14:paraId="4146655C" w14:textId="77777777" w:rsidR="005419E9" w:rsidRPr="00CC0422" w:rsidRDefault="005419E9" w:rsidP="005419E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478"/>
        <w:gridCol w:w="1444"/>
        <w:gridCol w:w="1538"/>
        <w:gridCol w:w="1523"/>
        <w:gridCol w:w="921"/>
        <w:gridCol w:w="1567"/>
        <w:gridCol w:w="1568"/>
        <w:gridCol w:w="1493"/>
      </w:tblGrid>
      <w:tr w:rsidR="005419E9" w:rsidRPr="00CC0422" w14:paraId="5A3DAD78" w14:textId="77777777" w:rsidTr="005419E9">
        <w:tc>
          <w:tcPr>
            <w:tcW w:w="170" w:type="pct"/>
            <w:tcBorders>
              <w:bottom w:val="single" w:sz="4" w:space="0" w:color="auto"/>
            </w:tcBorders>
            <w:vAlign w:val="center"/>
          </w:tcPr>
          <w:p w14:paraId="5CDE98B6" w14:textId="77777777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Cs/>
                <w:sz w:val="22"/>
                <w:szCs w:val="24"/>
              </w:rPr>
              <w:t>L.p.</w:t>
            </w:r>
          </w:p>
        </w:tc>
        <w:tc>
          <w:tcPr>
            <w:tcW w:w="1267" w:type="pct"/>
            <w:tcBorders>
              <w:bottom w:val="single" w:sz="4" w:space="0" w:color="auto"/>
            </w:tcBorders>
            <w:vAlign w:val="center"/>
          </w:tcPr>
          <w:p w14:paraId="62955D59" w14:textId="77777777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Cs/>
                <w:sz w:val="22"/>
                <w:szCs w:val="24"/>
              </w:rPr>
              <w:t>Nazwa zadania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14:paraId="172B1A5E" w14:textId="27AE7824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Cs/>
                <w:sz w:val="22"/>
                <w:szCs w:val="24"/>
              </w:rPr>
              <w:t>Rodzaj dostarczanego pojazdu</w:t>
            </w: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14:paraId="48E1AD69" w14:textId="7C10CB0C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Cs/>
                <w:sz w:val="22"/>
                <w:szCs w:val="24"/>
              </w:rPr>
              <w:t>Pojazd przystosowany do nauki i egzaminowania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vAlign w:val="center"/>
          </w:tcPr>
          <w:p w14:paraId="6B9F455D" w14:textId="569C6529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Cs/>
                <w:sz w:val="22"/>
                <w:szCs w:val="24"/>
              </w:rPr>
              <w:t>Nazwa i adres Zamawiającego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5834E9FC" w14:textId="77777777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Cs/>
                <w:sz w:val="22"/>
                <w:szCs w:val="24"/>
              </w:rPr>
              <w:t>Miejsce realizacji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101434A" w14:textId="77777777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Cs/>
                <w:sz w:val="22"/>
                <w:szCs w:val="24"/>
              </w:rPr>
              <w:t>Wartość brutto usługi [PLN]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287F2016" w14:textId="77777777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Cs/>
                <w:sz w:val="22"/>
                <w:szCs w:val="24"/>
              </w:rPr>
              <w:t>Termin realizacji</w:t>
            </w:r>
            <w:r w:rsidRPr="00CC0422">
              <w:rPr>
                <w:rFonts w:asciiTheme="minorHAnsi" w:hAnsiTheme="minorHAnsi" w:cstheme="minorHAnsi"/>
                <w:bCs/>
                <w:sz w:val="22"/>
                <w:szCs w:val="24"/>
              </w:rPr>
              <w:br/>
              <w:t>data odbioru (miesiąc - rok)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14:paraId="2FFEBA4B" w14:textId="77777777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Cs/>
                <w:sz w:val="22"/>
                <w:szCs w:val="24"/>
              </w:rPr>
              <w:t>UWAGI</w:t>
            </w:r>
          </w:p>
        </w:tc>
      </w:tr>
      <w:tr w:rsidR="005419E9" w:rsidRPr="00CC0422" w14:paraId="767283C8" w14:textId="77777777" w:rsidTr="005419E9">
        <w:tc>
          <w:tcPr>
            <w:tcW w:w="170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B34AB1A" w14:textId="77777777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1267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7E94BFC9" w14:textId="77777777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510" w:type="pct"/>
            <w:tcBorders>
              <w:bottom w:val="double" w:sz="4" w:space="0" w:color="auto"/>
            </w:tcBorders>
            <w:shd w:val="clear" w:color="auto" w:fill="C0C0C0"/>
          </w:tcPr>
          <w:p w14:paraId="2B8E7CD4" w14:textId="77777777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517" w:type="pct"/>
            <w:tcBorders>
              <w:bottom w:val="double" w:sz="4" w:space="0" w:color="auto"/>
            </w:tcBorders>
            <w:shd w:val="clear" w:color="auto" w:fill="C0C0C0"/>
          </w:tcPr>
          <w:p w14:paraId="1C8280E0" w14:textId="2B4A8CC3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519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14579FC5" w14:textId="313EEF0F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318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098F860" w14:textId="1DB0F55F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77D2A02" w14:textId="3301EEB0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7</w:t>
            </w: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67C14BDE" w14:textId="45419579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8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7D887161" w14:textId="053ECF02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9</w:t>
            </w:r>
          </w:p>
        </w:tc>
      </w:tr>
      <w:tr w:rsidR="005419E9" w:rsidRPr="00CC0422" w14:paraId="1D0537D0" w14:textId="77777777" w:rsidTr="00CC0422">
        <w:trPr>
          <w:trHeight w:val="1659"/>
        </w:trPr>
        <w:tc>
          <w:tcPr>
            <w:tcW w:w="17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367F14" w14:textId="77777777" w:rsidR="005419E9" w:rsidRPr="00CC0422" w:rsidRDefault="005419E9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6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B5D9A4" w14:textId="77777777" w:rsidR="005419E9" w:rsidRPr="00CC0422" w:rsidRDefault="005419E9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510" w:type="pct"/>
            <w:tcBorders>
              <w:top w:val="double" w:sz="4" w:space="0" w:color="auto"/>
              <w:bottom w:val="double" w:sz="4" w:space="0" w:color="auto"/>
            </w:tcBorders>
          </w:tcPr>
          <w:p w14:paraId="1E6B24F9" w14:textId="77777777" w:rsidR="005419E9" w:rsidRPr="00CC0422" w:rsidRDefault="005419E9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4F56BF" w14:textId="165C00CD" w:rsidR="005419E9" w:rsidRPr="00CC0422" w:rsidRDefault="005419E9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sz w:val="22"/>
                <w:szCs w:val="24"/>
              </w:rPr>
              <w:t>TAK / NIE *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6275F" w14:textId="5596D3FC" w:rsidR="005419E9" w:rsidRPr="00CC0422" w:rsidRDefault="005419E9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1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D122DB" w14:textId="77777777" w:rsidR="005419E9" w:rsidRPr="00CC0422" w:rsidRDefault="005419E9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5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330000" w14:textId="77777777" w:rsidR="005419E9" w:rsidRPr="00CC0422" w:rsidRDefault="005419E9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5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3F509" w14:textId="77777777" w:rsidR="005419E9" w:rsidRPr="00CC0422" w:rsidRDefault="005419E9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54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2C4FFB" w14:textId="77777777" w:rsidR="005419E9" w:rsidRPr="00CC0422" w:rsidRDefault="005419E9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CC0422" w:rsidRPr="00CC0422" w14:paraId="2CE0FA39" w14:textId="77777777" w:rsidTr="00CC0422">
        <w:trPr>
          <w:trHeight w:val="1659"/>
        </w:trPr>
        <w:tc>
          <w:tcPr>
            <w:tcW w:w="17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8AF04E" w14:textId="77777777" w:rsidR="00CC0422" w:rsidRPr="00CC0422" w:rsidRDefault="00CC0422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6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31D72D" w14:textId="77777777" w:rsidR="00CC0422" w:rsidRPr="00CC0422" w:rsidRDefault="00CC0422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510" w:type="pct"/>
            <w:tcBorders>
              <w:top w:val="double" w:sz="4" w:space="0" w:color="auto"/>
              <w:bottom w:val="double" w:sz="4" w:space="0" w:color="auto"/>
            </w:tcBorders>
          </w:tcPr>
          <w:p w14:paraId="6418901E" w14:textId="77777777" w:rsidR="00CC0422" w:rsidRPr="00CC0422" w:rsidRDefault="00CC0422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5DC6A3" w14:textId="78715BFD" w:rsidR="00CC0422" w:rsidRPr="00CC0422" w:rsidRDefault="00CC0422" w:rsidP="005419E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CC0422">
              <w:rPr>
                <w:rFonts w:asciiTheme="minorHAnsi" w:hAnsiTheme="minorHAnsi" w:cstheme="minorHAnsi"/>
                <w:sz w:val="22"/>
                <w:szCs w:val="24"/>
              </w:rPr>
              <w:t>TAK / NIE *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9A18BB" w14:textId="77777777" w:rsidR="00CC0422" w:rsidRPr="00CC0422" w:rsidRDefault="00CC0422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1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B39CA4" w14:textId="77777777" w:rsidR="00CC0422" w:rsidRPr="00CC0422" w:rsidRDefault="00CC0422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5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8D3032" w14:textId="77777777" w:rsidR="00CC0422" w:rsidRPr="00CC0422" w:rsidRDefault="00CC0422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5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7EC84D" w14:textId="77777777" w:rsidR="00CC0422" w:rsidRPr="00CC0422" w:rsidRDefault="00CC0422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54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D71F84" w14:textId="77777777" w:rsidR="00CC0422" w:rsidRPr="00CC0422" w:rsidRDefault="00CC0422" w:rsidP="005419E9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23518B60" w14:textId="77777777" w:rsidR="005419E9" w:rsidRPr="00CC0422" w:rsidRDefault="005419E9" w:rsidP="005419E9">
      <w:pPr>
        <w:spacing w:line="276" w:lineRule="auto"/>
        <w:rPr>
          <w:rFonts w:asciiTheme="minorHAnsi" w:hAnsiTheme="minorHAnsi" w:cstheme="minorHAnsi"/>
          <w:i/>
        </w:rPr>
      </w:pPr>
    </w:p>
    <w:p w14:paraId="05B532D5" w14:textId="0AE9B907" w:rsidR="005419E9" w:rsidRPr="00CC0422" w:rsidRDefault="005419E9" w:rsidP="005419E9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CC0422">
        <w:rPr>
          <w:rFonts w:asciiTheme="minorHAnsi" w:hAnsiTheme="minorHAnsi" w:cstheme="minorHAnsi"/>
          <w:i/>
        </w:rPr>
        <w:t>*- niepotrzebne skreślić</w:t>
      </w:r>
    </w:p>
    <w:p w14:paraId="2E8D611D" w14:textId="77777777" w:rsidR="00CC0422" w:rsidRDefault="00CC0422" w:rsidP="005419E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CF04B6" w14:textId="2FE2E58F" w:rsidR="005419E9" w:rsidRPr="00CC0422" w:rsidRDefault="005419E9" w:rsidP="005419E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C0422">
        <w:rPr>
          <w:rFonts w:asciiTheme="minorHAnsi" w:hAnsiTheme="minorHAnsi" w:cstheme="minorHAnsi"/>
          <w:b/>
          <w:bCs/>
          <w:sz w:val="22"/>
          <w:szCs w:val="22"/>
        </w:rPr>
        <w:t>UWAGA</w:t>
      </w:r>
    </w:p>
    <w:p w14:paraId="6EF4735C" w14:textId="77777777" w:rsidR="005419E9" w:rsidRPr="00CC0422" w:rsidRDefault="005419E9" w:rsidP="005419E9">
      <w:pPr>
        <w:spacing w:line="276" w:lineRule="auto"/>
        <w:jc w:val="both"/>
        <w:rPr>
          <w:rFonts w:asciiTheme="minorHAnsi" w:hAnsiTheme="minorHAnsi" w:cstheme="minorHAnsi"/>
          <w:i/>
          <w:iCs/>
          <w:sz w:val="18"/>
        </w:rPr>
      </w:pPr>
      <w:r w:rsidRPr="00CC0422">
        <w:rPr>
          <w:rFonts w:asciiTheme="minorHAnsi" w:hAnsiTheme="minorHAnsi" w:cstheme="minorHAnsi"/>
          <w:i/>
          <w:iCs/>
          <w:sz w:val="18"/>
        </w:rPr>
        <w:t xml:space="preserve">Należy załączyć dokument   wystawiony  przez  zamawiającego potwierdzający, że usługi te zostały wykonane w sposób  należyty. </w:t>
      </w:r>
    </w:p>
    <w:p w14:paraId="32FA87EF" w14:textId="00D357ED" w:rsidR="005419E9" w:rsidRDefault="005419E9" w:rsidP="005419E9">
      <w:pPr>
        <w:spacing w:line="276" w:lineRule="auto"/>
        <w:rPr>
          <w:rFonts w:asciiTheme="minorHAnsi" w:hAnsiTheme="minorHAnsi" w:cstheme="minorHAnsi"/>
          <w:i/>
          <w:iCs/>
          <w:sz w:val="18"/>
        </w:rPr>
      </w:pPr>
      <w:r w:rsidRPr="00CC0422">
        <w:rPr>
          <w:rFonts w:asciiTheme="minorHAnsi" w:hAnsiTheme="minorHAnsi" w:cstheme="minorHAnsi"/>
          <w:i/>
          <w:iCs/>
          <w:sz w:val="18"/>
        </w:rPr>
        <w:t>Dokument  w postaci kopii musi być czytelny i poświadczony podpisem i pieczęcią imienną przez osobę (osoby)  uprawnioną do podpisania oferty w imieniu Wykonawcy oraz zawierać adnotację "za zgodność z oryginałem".</w:t>
      </w:r>
    </w:p>
    <w:p w14:paraId="46E0D007" w14:textId="39996779" w:rsidR="00CC0422" w:rsidRDefault="00CC0422" w:rsidP="005419E9">
      <w:pPr>
        <w:spacing w:line="276" w:lineRule="auto"/>
        <w:rPr>
          <w:rFonts w:asciiTheme="minorHAnsi" w:hAnsiTheme="minorHAnsi" w:cstheme="minorHAnsi"/>
          <w:i/>
          <w:iCs/>
          <w:sz w:val="18"/>
        </w:rPr>
      </w:pPr>
    </w:p>
    <w:p w14:paraId="4D236479" w14:textId="61D255CA" w:rsidR="00CC0422" w:rsidRDefault="00CC0422" w:rsidP="005419E9">
      <w:pPr>
        <w:spacing w:line="276" w:lineRule="auto"/>
        <w:rPr>
          <w:rFonts w:asciiTheme="minorHAnsi" w:hAnsiTheme="minorHAnsi" w:cstheme="minorHAnsi"/>
          <w:i/>
          <w:iCs/>
          <w:sz w:val="18"/>
        </w:rPr>
      </w:pPr>
    </w:p>
    <w:p w14:paraId="5D320C6F" w14:textId="77777777" w:rsidR="00CC0422" w:rsidRPr="00CC0422" w:rsidRDefault="00CC0422" w:rsidP="005419E9">
      <w:pPr>
        <w:spacing w:line="276" w:lineRule="auto"/>
        <w:rPr>
          <w:rFonts w:asciiTheme="minorHAnsi" w:hAnsiTheme="minorHAnsi" w:cstheme="minorHAnsi"/>
          <w:i/>
          <w:iCs/>
          <w:sz w:val="18"/>
        </w:rPr>
      </w:pPr>
    </w:p>
    <w:p w14:paraId="137D5B73" w14:textId="77777777" w:rsidR="00E50770" w:rsidRPr="00CC0422" w:rsidRDefault="00E50770" w:rsidP="005419E9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276" w:lineRule="auto"/>
        <w:rPr>
          <w:rFonts w:asciiTheme="minorHAnsi" w:hAnsiTheme="minorHAnsi" w:cstheme="minorHAnsi"/>
          <w:sz w:val="24"/>
        </w:rPr>
      </w:pPr>
    </w:p>
    <w:p w14:paraId="4B2A07FE" w14:textId="77777777" w:rsidR="00821C80" w:rsidRPr="00CC0422" w:rsidRDefault="00AA594F" w:rsidP="005419E9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276" w:lineRule="auto"/>
        <w:rPr>
          <w:rFonts w:asciiTheme="minorHAnsi" w:hAnsiTheme="minorHAnsi" w:cstheme="minorHAnsi"/>
          <w:sz w:val="24"/>
        </w:rPr>
      </w:pPr>
      <w:r w:rsidRPr="00CC0422">
        <w:rPr>
          <w:rFonts w:asciiTheme="minorHAnsi" w:hAnsiTheme="minorHAnsi" w:cstheme="minorHAnsi"/>
          <w:sz w:val="24"/>
        </w:rPr>
        <w:t xml:space="preserve">……………….dnia ………………. </w:t>
      </w:r>
      <w:r w:rsidR="00821C80" w:rsidRPr="00CC0422">
        <w:rPr>
          <w:rFonts w:asciiTheme="minorHAnsi" w:hAnsiTheme="minorHAnsi" w:cstheme="minorHAnsi"/>
          <w:sz w:val="24"/>
        </w:rPr>
        <w:tab/>
      </w:r>
      <w:r w:rsidRPr="00CC0422">
        <w:rPr>
          <w:rFonts w:asciiTheme="minorHAnsi" w:hAnsiTheme="minorHAnsi" w:cstheme="minorHAnsi"/>
          <w:sz w:val="24"/>
        </w:rPr>
        <w:t xml:space="preserve">           </w:t>
      </w:r>
      <w:r w:rsidR="00733D17" w:rsidRPr="00CC0422">
        <w:rPr>
          <w:rFonts w:asciiTheme="minorHAnsi" w:hAnsiTheme="minorHAnsi" w:cstheme="minorHAnsi"/>
          <w:sz w:val="24"/>
        </w:rPr>
        <w:t xml:space="preserve">                       </w:t>
      </w:r>
      <w:r w:rsidRPr="00CC0422">
        <w:rPr>
          <w:rFonts w:asciiTheme="minorHAnsi" w:hAnsiTheme="minorHAnsi" w:cstheme="minorHAnsi"/>
          <w:sz w:val="24"/>
        </w:rPr>
        <w:t xml:space="preserve">                           .………………………………………………………..</w:t>
      </w:r>
    </w:p>
    <w:p w14:paraId="2681847A" w14:textId="77777777" w:rsidR="00821C80" w:rsidRPr="00CC0422" w:rsidRDefault="00733D17" w:rsidP="005419E9">
      <w:pPr>
        <w:spacing w:before="120" w:after="120" w:line="276" w:lineRule="auto"/>
        <w:ind w:left="5529"/>
        <w:jc w:val="center"/>
        <w:rPr>
          <w:rFonts w:asciiTheme="minorHAnsi" w:hAnsiTheme="minorHAnsi" w:cstheme="minorHAnsi"/>
          <w:sz w:val="24"/>
        </w:rPr>
      </w:pPr>
      <w:r w:rsidRPr="00CC0422">
        <w:rPr>
          <w:rFonts w:asciiTheme="minorHAnsi" w:hAnsiTheme="minorHAnsi" w:cstheme="minorHAnsi"/>
          <w:sz w:val="24"/>
          <w:vertAlign w:val="superscript"/>
        </w:rPr>
        <w:t xml:space="preserve">                                                 </w:t>
      </w:r>
      <w:r w:rsidR="00821C80" w:rsidRPr="00CC0422">
        <w:rPr>
          <w:rFonts w:asciiTheme="minorHAnsi" w:hAnsiTheme="minorHAnsi" w:cstheme="minorHAnsi"/>
          <w:sz w:val="24"/>
          <w:vertAlign w:val="superscript"/>
        </w:rPr>
        <w:t>podpis osoby uprawnionej do składania oświadczeń woli w imieniu Wykonawcy</w:t>
      </w:r>
    </w:p>
    <w:sectPr w:rsidR="00821C80" w:rsidRPr="00CC0422" w:rsidSect="00980415">
      <w:headerReference w:type="default" r:id="rId6"/>
      <w:footerReference w:type="even" r:id="rId7"/>
      <w:headerReference w:type="first" r:id="rId8"/>
      <w:footerReference w:type="first" r:id="rId9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366ED" w14:textId="77777777" w:rsidR="00551B73" w:rsidRDefault="00551B73">
      <w:r>
        <w:separator/>
      </w:r>
    </w:p>
  </w:endnote>
  <w:endnote w:type="continuationSeparator" w:id="0">
    <w:p w14:paraId="0FDBF68D" w14:textId="77777777" w:rsidR="00551B73" w:rsidRDefault="0055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2BEB0" w14:textId="77777777" w:rsidR="00821C80" w:rsidRDefault="00387C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92A1823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E66F7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540E2E2" w14:textId="77777777" w:rsidR="00821C80" w:rsidRDefault="00821C80">
    <w:pPr>
      <w:pStyle w:val="Stopka"/>
      <w:tabs>
        <w:tab w:val="clear" w:pos="4536"/>
      </w:tabs>
      <w:jc w:val="center"/>
    </w:pPr>
  </w:p>
  <w:p w14:paraId="254CA0B7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387CC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87CCB">
      <w:rPr>
        <w:rStyle w:val="Numerstrony"/>
      </w:rPr>
      <w:fldChar w:fldCharType="separate"/>
    </w:r>
    <w:r>
      <w:rPr>
        <w:rStyle w:val="Numerstrony"/>
        <w:noProof/>
      </w:rPr>
      <w:t>1</w:t>
    </w:r>
    <w:r w:rsidR="00387CCB">
      <w:rPr>
        <w:rStyle w:val="Numerstrony"/>
      </w:rPr>
      <w:fldChar w:fldCharType="end"/>
    </w:r>
    <w:r>
      <w:rPr>
        <w:rStyle w:val="Numerstrony"/>
      </w:rPr>
      <w:t>/</w:t>
    </w:r>
    <w:r w:rsidR="00387CC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87CCB">
      <w:rPr>
        <w:rStyle w:val="Numerstrony"/>
      </w:rPr>
      <w:fldChar w:fldCharType="separate"/>
    </w:r>
    <w:r w:rsidR="00A443C0">
      <w:rPr>
        <w:rStyle w:val="Numerstrony"/>
        <w:noProof/>
      </w:rPr>
      <w:t>1</w:t>
    </w:r>
    <w:r w:rsidR="00387CC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2D931" w14:textId="77777777" w:rsidR="00551B73" w:rsidRDefault="00551B73">
      <w:r>
        <w:separator/>
      </w:r>
    </w:p>
  </w:footnote>
  <w:footnote w:type="continuationSeparator" w:id="0">
    <w:p w14:paraId="0EBF3701" w14:textId="77777777" w:rsidR="00551B73" w:rsidRDefault="00551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77594" w14:textId="5493D6B5" w:rsidR="00E50770" w:rsidRPr="00CC0422" w:rsidRDefault="00E50770" w:rsidP="00E50770">
    <w:pPr>
      <w:pStyle w:val="Nagwek"/>
      <w:jc w:val="right"/>
      <w:rPr>
        <w:rFonts w:asciiTheme="minorHAnsi" w:hAnsiTheme="minorHAnsi" w:cstheme="minorHAnsi"/>
        <w:b/>
      </w:rPr>
    </w:pPr>
    <w:r w:rsidRPr="00CC0422">
      <w:rPr>
        <w:rFonts w:asciiTheme="minorHAnsi" w:hAnsiTheme="minorHAnsi" w:cstheme="minorHAnsi"/>
        <w:b/>
      </w:rPr>
      <w:t xml:space="preserve">Załącznik nr </w:t>
    </w:r>
    <w:r w:rsidR="005419E9" w:rsidRPr="00CC0422">
      <w:rPr>
        <w:rFonts w:asciiTheme="minorHAnsi" w:hAnsiTheme="minorHAnsi" w:cstheme="minorHAnsi"/>
        <w:b/>
      </w:rPr>
      <w:t>7</w:t>
    </w:r>
    <w:r w:rsidRPr="00CC0422">
      <w:rPr>
        <w:rFonts w:asciiTheme="minorHAnsi" w:hAnsiTheme="minorHAnsi" w:cstheme="minorHAnsi"/>
        <w:b/>
      </w:rPr>
      <w:t xml:space="preserve"> do SWZ</w:t>
    </w:r>
  </w:p>
  <w:p w14:paraId="7AD6AFA4" w14:textId="3FF6637E" w:rsidR="00E50770" w:rsidRPr="00CC0422" w:rsidRDefault="005419E9" w:rsidP="00E50770">
    <w:pPr>
      <w:pStyle w:val="Nagwek"/>
      <w:jc w:val="right"/>
      <w:rPr>
        <w:rFonts w:asciiTheme="minorHAnsi" w:hAnsiTheme="minorHAnsi" w:cstheme="minorHAnsi"/>
      </w:rPr>
    </w:pPr>
    <w:r w:rsidRPr="00CC0422">
      <w:rPr>
        <w:rFonts w:asciiTheme="minorHAnsi" w:hAnsiTheme="minorHAnsi" w:cstheme="minorHAnsi"/>
      </w:rPr>
      <w:t>Wykaz dostaw</w:t>
    </w:r>
  </w:p>
  <w:p w14:paraId="6A53B8FB" w14:textId="77777777" w:rsidR="005419E9" w:rsidRPr="00584CAA" w:rsidRDefault="005419E9" w:rsidP="00E5077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EBAF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C0"/>
    <w:rsid w:val="000463B9"/>
    <w:rsid w:val="00150D7E"/>
    <w:rsid w:val="00164137"/>
    <w:rsid w:val="00166895"/>
    <w:rsid w:val="00167DCC"/>
    <w:rsid w:val="00210437"/>
    <w:rsid w:val="00224F5C"/>
    <w:rsid w:val="00344342"/>
    <w:rsid w:val="00387CCB"/>
    <w:rsid w:val="00425B30"/>
    <w:rsid w:val="00463BFA"/>
    <w:rsid w:val="004D07C0"/>
    <w:rsid w:val="004E070D"/>
    <w:rsid w:val="005419E9"/>
    <w:rsid w:val="00551B73"/>
    <w:rsid w:val="005A298E"/>
    <w:rsid w:val="0060654D"/>
    <w:rsid w:val="00623CC1"/>
    <w:rsid w:val="007064BA"/>
    <w:rsid w:val="00733D17"/>
    <w:rsid w:val="00771188"/>
    <w:rsid w:val="00776FB1"/>
    <w:rsid w:val="007D6574"/>
    <w:rsid w:val="007F7656"/>
    <w:rsid w:val="00821C80"/>
    <w:rsid w:val="00832A9F"/>
    <w:rsid w:val="00894BC3"/>
    <w:rsid w:val="008D1FA6"/>
    <w:rsid w:val="00936CFB"/>
    <w:rsid w:val="00976725"/>
    <w:rsid w:val="00980415"/>
    <w:rsid w:val="009C437A"/>
    <w:rsid w:val="00A3654F"/>
    <w:rsid w:val="00A443C0"/>
    <w:rsid w:val="00A94127"/>
    <w:rsid w:val="00A9649A"/>
    <w:rsid w:val="00AA4DB6"/>
    <w:rsid w:val="00AA594F"/>
    <w:rsid w:val="00B05550"/>
    <w:rsid w:val="00B111CB"/>
    <w:rsid w:val="00B11EA3"/>
    <w:rsid w:val="00B41A5F"/>
    <w:rsid w:val="00B551AF"/>
    <w:rsid w:val="00BD6AAA"/>
    <w:rsid w:val="00CC0422"/>
    <w:rsid w:val="00D52F5E"/>
    <w:rsid w:val="00D65466"/>
    <w:rsid w:val="00DA162C"/>
    <w:rsid w:val="00E50770"/>
    <w:rsid w:val="00E819CF"/>
    <w:rsid w:val="00EE2FFD"/>
    <w:rsid w:val="00F83B51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5AF205"/>
  <w15:docId w15:val="{908F3899-FA40-4AC7-8CD8-82315E7B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FB1"/>
  </w:style>
  <w:style w:type="paragraph" w:styleId="Nagwek1">
    <w:name w:val="heading 1"/>
    <w:basedOn w:val="Normalny"/>
    <w:next w:val="Normalny"/>
    <w:qFormat/>
    <w:rsid w:val="00776FB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776FB1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76FB1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776FB1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6FB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6FB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76FB1"/>
  </w:style>
  <w:style w:type="character" w:styleId="Odwoaniedokomentarza">
    <w:name w:val="annotation reference"/>
    <w:semiHidden/>
    <w:rsid w:val="00776FB1"/>
    <w:rPr>
      <w:sz w:val="16"/>
    </w:rPr>
  </w:style>
  <w:style w:type="paragraph" w:styleId="Tekstkomentarza">
    <w:name w:val="annotation text"/>
    <w:basedOn w:val="Normalny"/>
    <w:semiHidden/>
    <w:rsid w:val="00776FB1"/>
  </w:style>
  <w:style w:type="paragraph" w:styleId="Tytu">
    <w:name w:val="Title"/>
    <w:basedOn w:val="Normalny"/>
    <w:qFormat/>
    <w:rsid w:val="00776FB1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776FB1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776FB1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customStyle="1" w:styleId="Zawartotabeli">
    <w:name w:val="Zawartość tabeli"/>
    <w:basedOn w:val="Normalny"/>
    <w:rsid w:val="00224F5C"/>
    <w:pPr>
      <w:suppressLineNumbers/>
      <w:suppressAutoHyphens/>
    </w:pPr>
    <w:rPr>
      <w:sz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50770"/>
  </w:style>
  <w:style w:type="paragraph" w:styleId="Tekstpodstawowywcity">
    <w:name w:val="Body Text Indent"/>
    <w:basedOn w:val="Normalny"/>
    <w:link w:val="TekstpodstawowywcityZnak"/>
    <w:semiHidden/>
    <w:unhideWhenUsed/>
    <w:rsid w:val="00541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19E9"/>
  </w:style>
  <w:style w:type="character" w:customStyle="1" w:styleId="Nagwek2Znak">
    <w:name w:val="Nagłówek 2 Znak"/>
    <w:basedOn w:val="Domylnaczcionkaakapitu"/>
    <w:link w:val="Nagwek2"/>
    <w:rsid w:val="005419E9"/>
    <w:rPr>
      <w:sz w:val="28"/>
    </w:rPr>
  </w:style>
  <w:style w:type="paragraph" w:styleId="Bezodstpw">
    <w:name w:val="No Spacing"/>
    <w:uiPriority w:val="99"/>
    <w:qFormat/>
    <w:rsid w:val="005419E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506~1.P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Jarosław Ochał</dc:creator>
  <cp:lastModifiedBy>Daniel</cp:lastModifiedBy>
  <cp:revision>4</cp:revision>
  <cp:lastPrinted>2000-12-12T17:01:00Z</cp:lastPrinted>
  <dcterms:created xsi:type="dcterms:W3CDTF">2025-04-17T11:05:00Z</dcterms:created>
  <dcterms:modified xsi:type="dcterms:W3CDTF">2025-10-29T09:08:00Z</dcterms:modified>
</cp:coreProperties>
</file>